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8D495E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D97E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34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Paluch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CC110B" w:rsidRPr="00591235" w:rsidRDefault="00CC110B" w:rsidP="00CC110B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FB5C1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</w:t>
            </w: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 xml:space="preserve">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B345B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CC110B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FB5C1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C110B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  <w:bookmarkStart w:id="0" w:name="_GoBack"/>
            <w:bookmarkEnd w:id="0"/>
          </w:p>
          <w:p w:rsidR="00FB5C1D" w:rsidRPr="009C54AE" w:rsidRDefault="00FB5C1D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37ECD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D495E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B5C1D" w:rsidRDefault="00FB5C1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</w:rPr>
              <w:t xml:space="preserve"> 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Czapów</w:t>
            </w:r>
            <w:proofErr w:type="spellEnd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FB5C1D">
              <w:rPr>
                <w:rFonts w:ascii="Corbel" w:hAnsi="Corbel" w:cstheme="minorHAnsi"/>
                <w:iCs/>
                <w:sz w:val="24"/>
                <w:szCs w:val="24"/>
              </w:rPr>
              <w:t>Po</w:t>
            </w:r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>spiszyl</w:t>
            </w:r>
            <w:proofErr w:type="spellEnd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Pr="00FB5C1D" w:rsidRDefault="007109FD" w:rsidP="00FB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4550D">
              <w:rPr>
                <w:rFonts w:ascii="Corbel" w:hAnsi="Corbel"/>
              </w:rPr>
              <w:t>Machel</w:t>
            </w:r>
            <w:proofErr w:type="spellEnd"/>
            <w:r w:rsidRPr="0014550D">
              <w:rPr>
                <w:rFonts w:ascii="Corbel" w:hAnsi="Corbel"/>
              </w:rPr>
              <w:t xml:space="preserve">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Machel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6AB" w:rsidRDefault="00DA06AB" w:rsidP="00C16ABF">
      <w:pPr>
        <w:spacing w:after="0" w:line="240" w:lineRule="auto"/>
      </w:pPr>
      <w:r>
        <w:separator/>
      </w:r>
    </w:p>
  </w:endnote>
  <w:endnote w:type="continuationSeparator" w:id="0">
    <w:p w:rsidR="00DA06AB" w:rsidRDefault="00DA06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10B">
          <w:rPr>
            <w:noProof/>
          </w:rPr>
          <w:t>4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6AB" w:rsidRDefault="00DA06AB" w:rsidP="00C16ABF">
      <w:pPr>
        <w:spacing w:after="0" w:line="240" w:lineRule="auto"/>
      </w:pPr>
      <w:r>
        <w:separator/>
      </w:r>
    </w:p>
  </w:footnote>
  <w:footnote w:type="continuationSeparator" w:id="0">
    <w:p w:rsidR="00DA06AB" w:rsidRDefault="00DA06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37ECD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08B7"/>
    <w:rsid w:val="00584CD8"/>
    <w:rsid w:val="00586C06"/>
    <w:rsid w:val="00591235"/>
    <w:rsid w:val="0059484D"/>
    <w:rsid w:val="00595C22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B345B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110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06AB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32483-E622-499A-99E4-C25AFCC3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2022-04-27T16:43:00Z</dcterms:created>
  <dcterms:modified xsi:type="dcterms:W3CDTF">2022-06-22T15:44:00Z</dcterms:modified>
</cp:coreProperties>
</file>